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371"/>
        <w:gridCol w:w="1776"/>
        <w:gridCol w:w="1342"/>
      </w:tblGrid>
      <w:tr w:rsidR="001C3A24" w:rsidTr="0053562F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0A3C6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AC6B92" w:rsidRDefault="001C3A24" w:rsidP="00CC1B35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1C3A24" w:rsidRPr="00AC6B92" w:rsidRDefault="001C3A24" w:rsidP="00CC1B35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1C3A24" w:rsidRPr="00382F68" w:rsidRDefault="001C3A24" w:rsidP="00382F68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>
              <w:rPr>
                <w:rFonts w:ascii="Arial Black" w:hAnsi="Arial Black" w:cs="Arial"/>
                <w:b/>
              </w:rPr>
              <w:t>Rekonstruējamā ēka</w:t>
            </w:r>
            <w:r w:rsidRPr="00AC6B92">
              <w:rPr>
                <w:rFonts w:ascii="Arial Black" w:hAnsi="Arial Black" w:cs="Arial"/>
                <w:b/>
              </w:rPr>
              <w:t>. Arhitektūras risinājumi. I</w:t>
            </w:r>
            <w:r>
              <w:rPr>
                <w:rFonts w:ascii="Arial Black" w:hAnsi="Arial Black" w:cs="Arial"/>
                <w:b/>
              </w:rPr>
              <w:t>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1C6B8F" w:rsidRDefault="001C3A24" w:rsidP="008932B0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0A3C68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377E3E" w:rsidRDefault="001C3A24" w:rsidP="00CC1B35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5A</w:t>
            </w:r>
          </w:p>
        </w:tc>
      </w:tr>
    </w:tbl>
    <w:p w:rsidR="001C3A24" w:rsidRDefault="001C3A24" w:rsidP="001C6B8F">
      <w:r>
        <w:rPr>
          <w:noProof/>
          <w:lang w:val="lv-LV" w:eastAsia="lv-LV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608.95pt;margin-top:-4.35pt;width:74.1pt;height:59.25pt;z-index:251654144;mso-wrap-edited:f;mso-position-horizontal-relative:text;mso-position-vertical-relative:text">
            <v:imagedata r:id="rId4" o:title=""/>
          </v:shape>
          <o:OLEObject Type="Embed" ProgID="MSPhotoEd.3" ShapeID="_x0000_s1026" DrawAspect="Content" ObjectID="_1433914318" r:id="rId5"/>
        </w:pict>
      </w:r>
    </w:p>
    <w:p w:rsidR="001C3A24" w:rsidRDefault="001C3A24"/>
    <w:p w:rsidR="001C3A24" w:rsidRDefault="001C3A24"/>
    <w:p w:rsidR="001C3A24" w:rsidRDefault="001C3A24"/>
    <w:p w:rsidR="001C3A24" w:rsidRDefault="001C3A24"/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371"/>
        <w:gridCol w:w="1776"/>
        <w:gridCol w:w="1342"/>
      </w:tblGrid>
      <w:tr w:rsidR="001C3A24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AC6B92" w:rsidRDefault="001C3A24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1C3A24" w:rsidRPr="00AC6B92" w:rsidRDefault="001C3A24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1C6B8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377E3E" w:rsidRDefault="001C3A24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5A</w:t>
            </w:r>
          </w:p>
        </w:tc>
      </w:tr>
    </w:tbl>
    <w:p w:rsidR="001C3A24" w:rsidRDefault="001C3A24" w:rsidP="00636E20">
      <w:r>
        <w:rPr>
          <w:noProof/>
          <w:lang w:val="lv-LV" w:eastAsia="lv-LV"/>
        </w:rPr>
        <w:pict>
          <v:shape id="_x0000_s1027" type="#_x0000_t75" style="position:absolute;margin-left:-608.95pt;margin-top:-4.35pt;width:74.1pt;height:59.25pt;z-index:251656192;mso-wrap-edited:f;mso-position-horizontal-relative:text;mso-position-vertical-relative:text">
            <v:imagedata r:id="rId4" o:title=""/>
          </v:shape>
          <o:OLEObject Type="Embed" ProgID="MSPhotoEd.3" ShapeID="_x0000_s1027" DrawAspect="Content" ObjectID="_1433914319" r:id="rId6"/>
        </w:pict>
      </w: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371"/>
        <w:gridCol w:w="1776"/>
        <w:gridCol w:w="1342"/>
      </w:tblGrid>
      <w:tr w:rsidR="001C3A24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AC6B92" w:rsidRDefault="001C3A24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1C3A24" w:rsidRPr="00AC6B92" w:rsidRDefault="001C3A24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1C6B8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377E3E" w:rsidRDefault="001C3A24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5A</w:t>
            </w:r>
          </w:p>
        </w:tc>
      </w:tr>
    </w:tbl>
    <w:p w:rsidR="001C3A24" w:rsidRDefault="001C3A24" w:rsidP="00636E20">
      <w:r>
        <w:rPr>
          <w:noProof/>
          <w:lang w:val="lv-LV" w:eastAsia="lv-LV"/>
        </w:rPr>
        <w:pict>
          <v:shape id="_x0000_s1028" type="#_x0000_t75" style="position:absolute;margin-left:-608.95pt;margin-top:-4.35pt;width:74.1pt;height:59.25pt;z-index:251657216;mso-wrap-edited:f;mso-position-horizontal-relative:text;mso-position-vertical-relative:text">
            <v:imagedata r:id="rId4" o:title=""/>
          </v:shape>
          <o:OLEObject Type="Embed" ProgID="MSPhotoEd.3" ShapeID="_x0000_s1028" DrawAspect="Content" ObjectID="_1433914320" r:id="rId7"/>
        </w:pict>
      </w: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371"/>
        <w:gridCol w:w="1776"/>
        <w:gridCol w:w="1342"/>
      </w:tblGrid>
      <w:tr w:rsidR="001C3A24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AC6B92" w:rsidRDefault="001C3A24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1C3A24" w:rsidRPr="00AC6B92" w:rsidRDefault="001C3A24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1C6B8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377E3E" w:rsidRDefault="001C3A24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5A</w:t>
            </w:r>
          </w:p>
        </w:tc>
      </w:tr>
    </w:tbl>
    <w:p w:rsidR="001C3A24" w:rsidRDefault="001C3A24" w:rsidP="00636E20">
      <w:r>
        <w:rPr>
          <w:noProof/>
          <w:lang w:val="lv-LV" w:eastAsia="lv-LV"/>
        </w:rPr>
        <w:pict>
          <v:shape id="_x0000_s1029" type="#_x0000_t75" style="position:absolute;margin-left:-608.95pt;margin-top:-4.35pt;width:74.1pt;height:59.25pt;z-index:251658240;mso-wrap-edited:f;mso-position-horizontal-relative:text;mso-position-vertical-relative:text">
            <v:imagedata r:id="rId4" o:title=""/>
          </v:shape>
          <o:OLEObject Type="Embed" ProgID="MSPhotoEd.3" ShapeID="_x0000_s1029" DrawAspect="Content" ObjectID="_1433914321" r:id="rId8"/>
        </w:pict>
      </w: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</w:p>
    <w:p w:rsidR="001C3A24" w:rsidRDefault="001C3A24">
      <w:pPr>
        <w:spacing w:after="200" w:line="276" w:lineRule="auto"/>
      </w:pPr>
      <w:r>
        <w:rPr>
          <w:noProof/>
          <w:lang w:val="lv-LV" w:eastAsia="lv-LV"/>
        </w:rPr>
        <w:pict>
          <v:shape id="_x0000_s1030" type="#_x0000_t75" style="position:absolute;margin-left:2.75pt;margin-top:23.05pt;width:74.1pt;height:50.25pt;z-index:251655168;mso-wrap-edited:f">
            <v:imagedata r:id="rId4" o:title=""/>
          </v:shape>
          <o:OLEObject Type="Embed" ProgID="MSPhotoEd.3" ShapeID="_x0000_s1030" DrawAspect="Content" ObjectID="_1433914322" r:id="rId9"/>
        </w:pict>
      </w: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6945"/>
        <w:gridCol w:w="1776"/>
        <w:gridCol w:w="1418"/>
      </w:tblGrid>
      <w:tr w:rsidR="001C3A24" w:rsidTr="00636E20">
        <w:trPr>
          <w:trHeight w:val="844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562F">
              <w:rPr>
                <w:rFonts w:ascii="Arial" w:hAnsi="Arial" w:cs="Arial"/>
                <w:b/>
                <w:sz w:val="28"/>
                <w:szCs w:val="28"/>
              </w:rPr>
              <w:t>ARHITEKTŪRAS DAĻA</w:t>
            </w:r>
          </w:p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Rekonstruējamā ē</w:t>
            </w:r>
            <w:r>
              <w:rPr>
                <w:rFonts w:ascii="Arial" w:hAnsi="Arial" w:cs="Arial"/>
                <w:b/>
              </w:rPr>
              <w:t>ka. Arhitektūras risinājumi. II</w:t>
            </w:r>
            <w:r w:rsidRPr="0053562F">
              <w:rPr>
                <w:rFonts w:ascii="Arial" w:hAnsi="Arial" w:cs="Arial"/>
                <w:b/>
              </w:rPr>
              <w:t xml:space="preserve"> daļa.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53562F" w:rsidRDefault="001C3A24" w:rsidP="005F3C2E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5A</w:t>
            </w:r>
          </w:p>
        </w:tc>
      </w:tr>
    </w:tbl>
    <w:p w:rsidR="001C3A24" w:rsidRDefault="001C3A24" w:rsidP="004F1285"/>
    <w:p w:rsidR="001C3A24" w:rsidRDefault="001C3A24" w:rsidP="004F1285"/>
    <w:p w:rsidR="001C3A24" w:rsidRDefault="001C3A24" w:rsidP="004F1285"/>
    <w:p w:rsidR="001C3A24" w:rsidRDefault="001C3A24" w:rsidP="0053562F">
      <w:pPr>
        <w:spacing w:after="200" w:line="276" w:lineRule="auto"/>
      </w:pPr>
    </w:p>
    <w:p w:rsidR="001C3A24" w:rsidRDefault="001C3A24" w:rsidP="0053562F">
      <w:pPr>
        <w:spacing w:after="200" w:line="276" w:lineRule="auto"/>
      </w:pPr>
      <w:r>
        <w:rPr>
          <w:noProof/>
          <w:lang w:val="lv-LV" w:eastAsia="lv-LV"/>
        </w:rPr>
        <w:pict>
          <v:shape id="_x0000_s1031" type="#_x0000_t75" style="position:absolute;margin-left:2.75pt;margin-top:21.4pt;width:74.1pt;height:50.25pt;z-index:251659264;mso-wrap-edited:f">
            <v:imagedata r:id="rId4" o:title=""/>
          </v:shape>
          <o:OLEObject Type="Embed" ProgID="MSPhotoEd.3" ShapeID="_x0000_s1031" DrawAspect="Content" ObjectID="_1433914323" r:id="rId10"/>
        </w:pict>
      </w: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6945"/>
        <w:gridCol w:w="1776"/>
        <w:gridCol w:w="1418"/>
      </w:tblGrid>
      <w:tr w:rsidR="001C3A24" w:rsidTr="005F3C2E">
        <w:trPr>
          <w:trHeight w:val="844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562F">
              <w:rPr>
                <w:rFonts w:ascii="Arial" w:hAnsi="Arial" w:cs="Arial"/>
                <w:b/>
                <w:sz w:val="28"/>
                <w:szCs w:val="28"/>
              </w:rPr>
              <w:t>ARHITEKTŪRAS DAĻA</w:t>
            </w:r>
          </w:p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Rekonstruējamā ē</w:t>
            </w:r>
            <w:r>
              <w:rPr>
                <w:rFonts w:ascii="Arial" w:hAnsi="Arial" w:cs="Arial"/>
                <w:b/>
              </w:rPr>
              <w:t>ka. Arhitektūras risinājumi. II</w:t>
            </w:r>
            <w:r w:rsidRPr="0053562F">
              <w:rPr>
                <w:rFonts w:ascii="Arial" w:hAnsi="Arial" w:cs="Arial"/>
                <w:b/>
              </w:rPr>
              <w:t xml:space="preserve"> daļa.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53562F" w:rsidRDefault="001C3A24" w:rsidP="005F3C2E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5A</w:t>
            </w:r>
          </w:p>
        </w:tc>
      </w:tr>
    </w:tbl>
    <w:p w:rsidR="001C3A24" w:rsidRDefault="001C3A24" w:rsidP="00636E20"/>
    <w:p w:rsidR="001C3A24" w:rsidRDefault="001C3A24" w:rsidP="0053562F">
      <w:pPr>
        <w:spacing w:after="200" w:line="276" w:lineRule="auto"/>
      </w:pPr>
    </w:p>
    <w:p w:rsidR="001C3A24" w:rsidRDefault="001C3A24" w:rsidP="0053562F">
      <w:pPr>
        <w:spacing w:after="200" w:line="276" w:lineRule="auto"/>
      </w:pPr>
    </w:p>
    <w:p w:rsidR="001C3A24" w:rsidRDefault="001C3A24" w:rsidP="00636E20">
      <w:pPr>
        <w:spacing w:after="200" w:line="276" w:lineRule="auto"/>
      </w:pPr>
      <w:r>
        <w:rPr>
          <w:noProof/>
          <w:lang w:val="lv-LV" w:eastAsia="lv-LV"/>
        </w:rPr>
        <w:pict>
          <v:shape id="_x0000_s1032" type="#_x0000_t75" style="position:absolute;margin-left:2.75pt;margin-top:20.35pt;width:74.1pt;height:50.25pt;z-index:251660288;mso-wrap-edited:f">
            <v:imagedata r:id="rId4" o:title=""/>
          </v:shape>
          <o:OLEObject Type="Embed" ProgID="MSPhotoEd.3" ShapeID="_x0000_s1032" DrawAspect="Content" ObjectID="_1433914324" r:id="rId11"/>
        </w:pict>
      </w: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6945"/>
        <w:gridCol w:w="1776"/>
        <w:gridCol w:w="1418"/>
      </w:tblGrid>
      <w:tr w:rsidR="001C3A24" w:rsidTr="005F3C2E">
        <w:trPr>
          <w:trHeight w:val="844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562F">
              <w:rPr>
                <w:rFonts w:ascii="Arial" w:hAnsi="Arial" w:cs="Arial"/>
                <w:b/>
                <w:sz w:val="28"/>
                <w:szCs w:val="28"/>
              </w:rPr>
              <w:t>ARHITEKTŪRAS DAĻA</w:t>
            </w:r>
          </w:p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Rekonstruējamā ē</w:t>
            </w:r>
            <w:r>
              <w:rPr>
                <w:rFonts w:ascii="Arial" w:hAnsi="Arial" w:cs="Arial"/>
                <w:b/>
              </w:rPr>
              <w:t>ka. Arhitektūras risinājumi. II</w:t>
            </w:r>
            <w:r w:rsidRPr="0053562F">
              <w:rPr>
                <w:rFonts w:ascii="Arial" w:hAnsi="Arial" w:cs="Arial"/>
                <w:b/>
              </w:rPr>
              <w:t xml:space="preserve"> daļa.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53562F" w:rsidRDefault="001C3A24" w:rsidP="005F3C2E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5A</w:t>
            </w:r>
          </w:p>
        </w:tc>
      </w:tr>
    </w:tbl>
    <w:p w:rsidR="001C3A24" w:rsidRDefault="001C3A24" w:rsidP="00636E20"/>
    <w:p w:rsidR="001C3A24" w:rsidRDefault="001C3A24" w:rsidP="00636E20"/>
    <w:p w:rsidR="001C3A24" w:rsidRDefault="001C3A24" w:rsidP="0053562F">
      <w:pPr>
        <w:spacing w:after="200" w:line="276" w:lineRule="auto"/>
      </w:pPr>
    </w:p>
    <w:p w:rsidR="001C3A24" w:rsidRDefault="001C3A24" w:rsidP="00636E20">
      <w:pPr>
        <w:spacing w:after="200" w:line="276" w:lineRule="auto"/>
      </w:pPr>
      <w:r>
        <w:rPr>
          <w:noProof/>
          <w:lang w:val="lv-LV" w:eastAsia="lv-LV"/>
        </w:rPr>
        <w:pict>
          <v:shape id="_x0000_s1033" type="#_x0000_t75" style="position:absolute;margin-left:2.75pt;margin-top:23.9pt;width:74.1pt;height:50.25pt;z-index:251661312;mso-wrap-edited:f">
            <v:imagedata r:id="rId4" o:title=""/>
          </v:shape>
          <o:OLEObject Type="Embed" ProgID="MSPhotoEd.3" ShapeID="_x0000_s1033" DrawAspect="Content" ObjectID="_1433914325" r:id="rId12"/>
        </w:pict>
      </w: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6945"/>
        <w:gridCol w:w="1776"/>
        <w:gridCol w:w="1418"/>
      </w:tblGrid>
      <w:tr w:rsidR="001C3A24" w:rsidTr="005F3C2E">
        <w:trPr>
          <w:trHeight w:val="844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Default="001C3A24" w:rsidP="005F3C2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3562F">
              <w:rPr>
                <w:rFonts w:ascii="Arial" w:hAnsi="Arial" w:cs="Arial"/>
                <w:b/>
                <w:sz w:val="28"/>
                <w:szCs w:val="28"/>
              </w:rPr>
              <w:t>ARHITEKTŪRAS DAĻA</w:t>
            </w:r>
          </w:p>
          <w:p w:rsidR="001C3A24" w:rsidRPr="0053562F" w:rsidRDefault="001C3A24" w:rsidP="005F3C2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LLU pārtikas tehnoloģijas fakultāte</w:t>
            </w:r>
          </w:p>
          <w:p w:rsidR="001C3A24" w:rsidRPr="00382F68" w:rsidRDefault="001C3A24" w:rsidP="005F3C2E">
            <w:pPr>
              <w:pStyle w:val="NoSpacing"/>
              <w:jc w:val="center"/>
              <w:rPr>
                <w:rFonts w:ascii="Arial Black" w:hAnsi="Arial Black" w:cs="Arial"/>
                <w:b/>
              </w:rPr>
            </w:pPr>
            <w:r w:rsidRPr="0053562F">
              <w:rPr>
                <w:rFonts w:ascii="Arial" w:hAnsi="Arial" w:cs="Arial"/>
                <w:b/>
              </w:rPr>
              <w:t>Rekonstruējamā ē</w:t>
            </w:r>
            <w:r>
              <w:rPr>
                <w:rFonts w:ascii="Arial" w:hAnsi="Arial" w:cs="Arial"/>
                <w:b/>
              </w:rPr>
              <w:t>ka. Arhitektūras risinājumi. II</w:t>
            </w:r>
            <w:bookmarkStart w:id="0" w:name="_GoBack"/>
            <w:bookmarkEnd w:id="0"/>
            <w:r w:rsidRPr="0053562F">
              <w:rPr>
                <w:rFonts w:ascii="Arial" w:hAnsi="Arial" w:cs="Arial"/>
                <w:b/>
              </w:rPr>
              <w:t xml:space="preserve"> daļa.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A24" w:rsidRPr="0053562F" w:rsidRDefault="001C3A24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4" w:rsidRPr="008932B0" w:rsidRDefault="001C3A24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1C3A24" w:rsidRPr="0053562F" w:rsidRDefault="001C3A24" w:rsidP="005F3C2E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5A</w:t>
            </w:r>
          </w:p>
        </w:tc>
      </w:tr>
    </w:tbl>
    <w:p w:rsidR="001C3A24" w:rsidRDefault="001C3A24" w:rsidP="00636E20"/>
    <w:p w:rsidR="001C3A24" w:rsidRDefault="001C3A24" w:rsidP="00636E20"/>
    <w:p w:rsidR="001C3A24" w:rsidRPr="00AD1655" w:rsidRDefault="001C3A24" w:rsidP="0053562F">
      <w:pPr>
        <w:spacing w:after="200" w:line="276" w:lineRule="auto"/>
      </w:pPr>
    </w:p>
    <w:sectPr w:rsidR="001C3A24" w:rsidRPr="00AD1655" w:rsidSect="008932B0">
      <w:pgSz w:w="16838" w:h="11906" w:orient="landscape" w:code="9"/>
      <w:pgMar w:top="567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06E"/>
    <w:rsid w:val="000A3C68"/>
    <w:rsid w:val="001C3A24"/>
    <w:rsid w:val="001C6B8F"/>
    <w:rsid w:val="002C0F71"/>
    <w:rsid w:val="002E43FF"/>
    <w:rsid w:val="00304D11"/>
    <w:rsid w:val="0035006E"/>
    <w:rsid w:val="00377E3E"/>
    <w:rsid w:val="00382F68"/>
    <w:rsid w:val="00386717"/>
    <w:rsid w:val="003A5FF7"/>
    <w:rsid w:val="00412698"/>
    <w:rsid w:val="004B7BF6"/>
    <w:rsid w:val="004D644B"/>
    <w:rsid w:val="004F1285"/>
    <w:rsid w:val="0053562F"/>
    <w:rsid w:val="00556D4D"/>
    <w:rsid w:val="00594F37"/>
    <w:rsid w:val="005F3C2E"/>
    <w:rsid w:val="00636E20"/>
    <w:rsid w:val="006F0D2C"/>
    <w:rsid w:val="00773AB7"/>
    <w:rsid w:val="007B6B05"/>
    <w:rsid w:val="00855B60"/>
    <w:rsid w:val="00860C84"/>
    <w:rsid w:val="008932B0"/>
    <w:rsid w:val="009B4EFA"/>
    <w:rsid w:val="00A16343"/>
    <w:rsid w:val="00A36A11"/>
    <w:rsid w:val="00A4434F"/>
    <w:rsid w:val="00AC6B92"/>
    <w:rsid w:val="00AD1655"/>
    <w:rsid w:val="00AF0615"/>
    <w:rsid w:val="00BC118D"/>
    <w:rsid w:val="00C12DB1"/>
    <w:rsid w:val="00C15BF7"/>
    <w:rsid w:val="00C517D0"/>
    <w:rsid w:val="00CC1B35"/>
    <w:rsid w:val="00D51807"/>
    <w:rsid w:val="00DC1345"/>
    <w:rsid w:val="00FB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8F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C6B8F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tyle1">
    <w:name w:val="Style1"/>
    <w:basedOn w:val="Normal"/>
    <w:link w:val="Style1Char"/>
    <w:uiPriority w:val="99"/>
    <w:rsid w:val="008932B0"/>
    <w:pPr>
      <w:jc w:val="center"/>
    </w:pPr>
    <w:rPr>
      <w:rFonts w:ascii="Arial Black" w:hAnsi="Arial Black" w:cs="Arial"/>
      <w:caps/>
      <w:color w:val="000000"/>
      <w:sz w:val="36"/>
      <w:szCs w:val="36"/>
    </w:rPr>
  </w:style>
  <w:style w:type="paragraph" w:customStyle="1" w:styleId="Style2">
    <w:name w:val="Style2"/>
    <w:basedOn w:val="Normal"/>
    <w:link w:val="Style2Char"/>
    <w:uiPriority w:val="99"/>
    <w:rsid w:val="008932B0"/>
    <w:pPr>
      <w:framePr w:hSpace="180" w:wrap="around" w:vAnchor="text" w:hAnchor="text" w:y="1"/>
      <w:suppressOverlap/>
      <w:jc w:val="center"/>
    </w:pPr>
    <w:rPr>
      <w:rFonts w:ascii="Arial Black" w:hAnsi="Arial Black" w:cs="Arial"/>
      <w:b/>
      <w:color w:val="000000"/>
      <w:sz w:val="28"/>
      <w:szCs w:val="28"/>
    </w:rPr>
  </w:style>
  <w:style w:type="character" w:customStyle="1" w:styleId="Style1Char">
    <w:name w:val="Style1 Char"/>
    <w:basedOn w:val="DefaultParagraphFont"/>
    <w:link w:val="Style1"/>
    <w:uiPriority w:val="99"/>
    <w:locked/>
    <w:rsid w:val="008932B0"/>
    <w:rPr>
      <w:rFonts w:ascii="Arial Black" w:hAnsi="Arial Black" w:cs="Arial"/>
      <w:caps/>
      <w:color w:val="000000"/>
      <w:sz w:val="36"/>
      <w:szCs w:val="36"/>
      <w:lang w:val="en-US"/>
    </w:rPr>
  </w:style>
  <w:style w:type="paragraph" w:customStyle="1" w:styleId="Style3">
    <w:name w:val="Style3"/>
    <w:basedOn w:val="Normal"/>
    <w:link w:val="Style3Char"/>
    <w:uiPriority w:val="99"/>
    <w:rsid w:val="008932B0"/>
    <w:pPr>
      <w:framePr w:hSpace="180" w:wrap="around" w:vAnchor="text" w:hAnchor="text" w:y="1"/>
      <w:suppressOverlap/>
      <w:jc w:val="center"/>
    </w:pPr>
    <w:rPr>
      <w:rFonts w:ascii="Arial" w:hAnsi="Arial" w:cs="Arial"/>
      <w:b/>
      <w:sz w:val="72"/>
      <w:szCs w:val="72"/>
    </w:rPr>
  </w:style>
  <w:style w:type="character" w:customStyle="1" w:styleId="Style2Char">
    <w:name w:val="Style2 Char"/>
    <w:basedOn w:val="DefaultParagraphFont"/>
    <w:link w:val="Style2"/>
    <w:uiPriority w:val="99"/>
    <w:locked/>
    <w:rsid w:val="008932B0"/>
    <w:rPr>
      <w:rFonts w:ascii="Arial Black" w:hAnsi="Arial Black" w:cs="Arial"/>
      <w:b/>
      <w:color w:val="000000"/>
      <w:sz w:val="28"/>
      <w:szCs w:val="28"/>
      <w:lang w:val="en-US"/>
    </w:rPr>
  </w:style>
  <w:style w:type="character" w:customStyle="1" w:styleId="Style3Char">
    <w:name w:val="Style3 Char"/>
    <w:basedOn w:val="DefaultParagraphFont"/>
    <w:link w:val="Style3"/>
    <w:uiPriority w:val="99"/>
    <w:locked/>
    <w:rsid w:val="008932B0"/>
    <w:rPr>
      <w:rFonts w:ascii="Arial" w:hAnsi="Arial" w:cs="Arial"/>
      <w:b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86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717"/>
    <w:rPr>
      <w:rFonts w:eastAsia="Times New Roman" w:cs="Tahoma"/>
      <w:sz w:val="16"/>
      <w:szCs w:val="16"/>
      <w:lang w:val="en-US"/>
    </w:rPr>
  </w:style>
  <w:style w:type="paragraph" w:customStyle="1" w:styleId="Style4">
    <w:name w:val="Style4"/>
    <w:basedOn w:val="Style2"/>
    <w:link w:val="Style4Char"/>
    <w:uiPriority w:val="99"/>
    <w:rsid w:val="00A4434F"/>
    <w:pPr>
      <w:framePr w:wrap="around"/>
    </w:pPr>
  </w:style>
  <w:style w:type="character" w:customStyle="1" w:styleId="Style4Char">
    <w:name w:val="Style4 Char"/>
    <w:basedOn w:val="Style2Char"/>
    <w:link w:val="Style4"/>
    <w:uiPriority w:val="99"/>
    <w:locked/>
    <w:rsid w:val="00A4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6.bin"/><Relationship Id="rId4" Type="http://schemas.openxmlformats.org/officeDocument/2006/relationships/image" Target="media/image1.png"/><Relationship Id="rId9" Type="http://schemas.openxmlformats.org/officeDocument/2006/relationships/oleObject" Target="embeddings/oleObject5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2</Pages>
  <Words>684</Words>
  <Characters>390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2013-05-13T13:13:00Z</cp:lastPrinted>
  <dcterms:created xsi:type="dcterms:W3CDTF">2011-07-05T08:39:00Z</dcterms:created>
  <dcterms:modified xsi:type="dcterms:W3CDTF">2013-06-28T05:45:00Z</dcterms:modified>
</cp:coreProperties>
</file>